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A9D71" w14:textId="317345B8" w:rsidR="00C74455" w:rsidRDefault="00E5004E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14:paraId="69FE188E" w14:textId="5E919BC4" w:rsidR="007743AD" w:rsidRDefault="007743AD" w:rsidP="009A54BB">
      <w:pPr>
        <w:rPr>
          <w:lang w:val="fr-BE"/>
        </w:rPr>
      </w:pPr>
      <w:proofErr w:type="spellStart"/>
      <w:r>
        <w:rPr>
          <w:lang w:val="fr-BE"/>
        </w:rPr>
        <w:t>Rechthoekige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uitgietbak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verhoogde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achterkant</w:t>
      </w:r>
      <w:proofErr w:type="spellEnd"/>
      <w:r>
        <w:rPr>
          <w:lang w:val="fr-BE"/>
        </w:rPr>
        <w:t xml:space="preserve"> en </w:t>
      </w:r>
      <w:proofErr w:type="spellStart"/>
      <w:r>
        <w:rPr>
          <w:lang w:val="fr-BE"/>
        </w:rPr>
        <w:t>overloop</w:t>
      </w:r>
      <w:proofErr w:type="spellEnd"/>
      <w:r>
        <w:rPr>
          <w:lang w:val="fr-BE"/>
        </w:rPr>
        <w:t xml:space="preserve">.  </w:t>
      </w:r>
      <w:proofErr w:type="spellStart"/>
      <w:r>
        <w:rPr>
          <w:lang w:val="fr-BE"/>
        </w:rPr>
        <w:t>Uitgerust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stootrand</w:t>
      </w:r>
      <w:proofErr w:type="spellEnd"/>
      <w:r>
        <w:rPr>
          <w:lang w:val="fr-BE"/>
        </w:rPr>
        <w:t xml:space="preserve"> in </w:t>
      </w:r>
      <w:proofErr w:type="spellStart"/>
      <w:r>
        <w:rPr>
          <w:lang w:val="fr-BE"/>
        </w:rPr>
        <w:t>kunststof</w:t>
      </w:r>
      <w:proofErr w:type="spellEnd"/>
      <w:r w:rsidR="00F47E4A">
        <w:rPr>
          <w:lang w:val="fr-BE"/>
        </w:rPr>
        <w:t>.</w:t>
      </w:r>
    </w:p>
    <w:p w14:paraId="4322D3EC" w14:textId="4E220A22" w:rsidR="007743AD" w:rsidRDefault="00F47E4A" w:rsidP="009A54BB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binnenzijde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rechthoekig</w:t>
      </w:r>
      <w:proofErr w:type="spellEnd"/>
      <w:r>
        <w:rPr>
          <w:lang w:val="fr-BE"/>
        </w:rPr>
        <w:t xml:space="preserve"> </w:t>
      </w:r>
      <w:proofErr w:type="spellStart"/>
      <w:r w:rsidR="00313ED7">
        <w:rPr>
          <w:lang w:val="fr-BE"/>
        </w:rPr>
        <w:t>hetgeen</w:t>
      </w:r>
      <w:proofErr w:type="spellEnd"/>
      <w:r w:rsidR="00313ED7">
        <w:rPr>
          <w:lang w:val="fr-BE"/>
        </w:rPr>
        <w:t xml:space="preserve"> en </w:t>
      </w:r>
      <w:proofErr w:type="spellStart"/>
      <w:r w:rsidR="00313ED7">
        <w:rPr>
          <w:lang w:val="fr-BE"/>
        </w:rPr>
        <w:t>voldoende</w:t>
      </w:r>
      <w:proofErr w:type="spellEnd"/>
      <w:r w:rsidR="00313ED7">
        <w:rPr>
          <w:lang w:val="fr-BE"/>
        </w:rPr>
        <w:t xml:space="preserve"> </w:t>
      </w:r>
      <w:proofErr w:type="spellStart"/>
      <w:r w:rsidR="00313ED7">
        <w:rPr>
          <w:lang w:val="fr-BE"/>
        </w:rPr>
        <w:t>breed</w:t>
      </w:r>
      <w:proofErr w:type="spellEnd"/>
      <w:r w:rsidR="00313ED7">
        <w:rPr>
          <w:lang w:val="fr-BE"/>
        </w:rPr>
        <w:t xml:space="preserve"> </w:t>
      </w:r>
      <w:proofErr w:type="spellStart"/>
      <w:r w:rsidR="00313ED7">
        <w:rPr>
          <w:lang w:val="fr-BE"/>
        </w:rPr>
        <w:t>voor</w:t>
      </w:r>
      <w:proofErr w:type="spellEnd"/>
      <w:r w:rsidR="00313ED7">
        <w:rPr>
          <w:lang w:val="fr-BE"/>
        </w:rPr>
        <w:t xml:space="preserve"> de </w:t>
      </w:r>
      <w:proofErr w:type="spellStart"/>
      <w:r w:rsidR="00313ED7">
        <w:rPr>
          <w:lang w:val="fr-BE"/>
        </w:rPr>
        <w:t>plaatsing</w:t>
      </w:r>
      <w:proofErr w:type="spellEnd"/>
      <w:r w:rsidR="00313ED7">
        <w:rPr>
          <w:lang w:val="fr-BE"/>
        </w:rPr>
        <w:t xml:space="preserve"> van </w:t>
      </w:r>
      <w:proofErr w:type="spellStart"/>
      <w:r w:rsidR="00313ED7">
        <w:rPr>
          <w:lang w:val="fr-BE"/>
        </w:rPr>
        <w:t>een</w:t>
      </w:r>
      <w:proofErr w:type="spellEnd"/>
      <w:r w:rsidR="00313ED7">
        <w:rPr>
          <w:lang w:val="fr-BE"/>
        </w:rPr>
        <w:t xml:space="preserve"> </w:t>
      </w:r>
      <w:proofErr w:type="spellStart"/>
      <w:r w:rsidR="00313ED7">
        <w:rPr>
          <w:lang w:val="fr-BE"/>
        </w:rPr>
        <w:t>emmer</w:t>
      </w:r>
      <w:proofErr w:type="spellEnd"/>
      <w:r w:rsidR="00313ED7">
        <w:rPr>
          <w:lang w:val="fr-BE"/>
        </w:rPr>
        <w:t xml:space="preserve"> in de </w:t>
      </w:r>
      <w:proofErr w:type="spellStart"/>
      <w:r w:rsidR="00313ED7">
        <w:rPr>
          <w:lang w:val="fr-BE"/>
        </w:rPr>
        <w:t>uitgietbak</w:t>
      </w:r>
      <w:proofErr w:type="spellEnd"/>
      <w:r w:rsidR="00313ED7">
        <w:rPr>
          <w:lang w:val="fr-BE"/>
        </w:rPr>
        <w:t>.</w:t>
      </w:r>
    </w:p>
    <w:p w14:paraId="79E761FD" w14:textId="04EB9428" w:rsidR="007743AD" w:rsidRDefault="00BA2345" w:rsidP="009A54BB">
      <w:pPr>
        <w:rPr>
          <w:lang w:val="fr-BE"/>
        </w:rPr>
      </w:pPr>
      <w:r>
        <w:rPr>
          <w:lang w:val="fr-BE"/>
        </w:rPr>
        <w:t xml:space="preserve">Centrale </w:t>
      </w:r>
      <w:proofErr w:type="spellStart"/>
      <w:r>
        <w:rPr>
          <w:lang w:val="fr-BE"/>
        </w:rPr>
        <w:t>overloop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voorzien</w:t>
      </w:r>
      <w:proofErr w:type="spellEnd"/>
      <w:r>
        <w:rPr>
          <w:lang w:val="fr-BE"/>
        </w:rPr>
        <w:t xml:space="preserve"> </w:t>
      </w:r>
    </w:p>
    <w:p w14:paraId="5C36DE07" w14:textId="3D83FF9E" w:rsidR="009A54BB" w:rsidRDefault="00BA2345" w:rsidP="009A54BB">
      <w:pPr>
        <w:rPr>
          <w:lang w:val="fr-BE"/>
        </w:rPr>
      </w:pPr>
      <w:proofErr w:type="spellStart"/>
      <w:r>
        <w:rPr>
          <w:lang w:val="fr-BE"/>
        </w:rPr>
        <w:t>Voorzien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installatie</w:t>
      </w:r>
      <w:proofErr w:type="spellEnd"/>
      <w:r>
        <w:rPr>
          <w:lang w:val="fr-BE"/>
        </w:rPr>
        <w:t xml:space="preserve"> van </w:t>
      </w:r>
      <w:proofErr w:type="spellStart"/>
      <w:r>
        <w:rPr>
          <w:lang w:val="fr-BE"/>
        </w:rPr>
        <w:t>emmerrooster</w:t>
      </w:r>
      <w:proofErr w:type="spellEnd"/>
      <w:r>
        <w:rPr>
          <w:lang w:val="fr-BE"/>
        </w:rPr>
        <w:t xml:space="preserve"> (niet </w:t>
      </w:r>
      <w:proofErr w:type="spellStart"/>
      <w:r>
        <w:rPr>
          <w:lang w:val="fr-BE"/>
        </w:rPr>
        <w:t>me</w:t>
      </w:r>
      <w:r w:rsidR="001B677F">
        <w:rPr>
          <w:lang w:val="fr-BE"/>
        </w:rPr>
        <w:t>e</w:t>
      </w:r>
      <w:r>
        <w:rPr>
          <w:lang w:val="fr-BE"/>
        </w:rPr>
        <w:t>geleverd</w:t>
      </w:r>
      <w:proofErr w:type="spellEnd"/>
      <w:r>
        <w:rPr>
          <w:lang w:val="fr-BE"/>
        </w:rPr>
        <w:t>)</w:t>
      </w:r>
    </w:p>
    <w:p w14:paraId="5BEE0BED" w14:textId="659A3329" w:rsidR="00245C9D" w:rsidRDefault="00245C9D" w:rsidP="009A54BB">
      <w:pPr>
        <w:rPr>
          <w:lang w:val="fr-BE"/>
        </w:rPr>
      </w:pPr>
    </w:p>
    <w:p w14:paraId="564C6088" w14:textId="08C9196F" w:rsidR="00245C9D" w:rsidRPr="0090125D" w:rsidRDefault="00BA2345" w:rsidP="00245C9D">
      <w:pPr>
        <w:rPr>
          <w:lang w:val="fr-BE"/>
        </w:rPr>
      </w:pPr>
      <w:r>
        <w:rPr>
          <w:lang w:val="fr-BE"/>
        </w:rPr>
        <w:t xml:space="preserve">Het logo van de </w:t>
      </w:r>
      <w:proofErr w:type="spellStart"/>
      <w:r>
        <w:rPr>
          <w:lang w:val="fr-BE"/>
        </w:rPr>
        <w:t>fabrikant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in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lichte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kleur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aangebracht</w:t>
      </w:r>
      <w:proofErr w:type="spellEnd"/>
      <w:r>
        <w:rPr>
          <w:lang w:val="fr-BE"/>
        </w:rPr>
        <w:t xml:space="preserve"> op het </w:t>
      </w:r>
      <w:proofErr w:type="spellStart"/>
      <w:r w:rsidR="0090125D">
        <w:rPr>
          <w:lang w:val="fr-BE"/>
        </w:rPr>
        <w:t>produkt</w:t>
      </w:r>
      <w:proofErr w:type="spellEnd"/>
    </w:p>
    <w:p w14:paraId="4B202EA7" w14:textId="77777777" w:rsidR="00245C9D" w:rsidRPr="00DC3C46" w:rsidRDefault="00245C9D" w:rsidP="009A54BB">
      <w:pPr>
        <w:rPr>
          <w:lang w:val="fr-BE"/>
        </w:rPr>
      </w:pPr>
    </w:p>
    <w:p w14:paraId="2CAA9011" w14:textId="3ED22FA1" w:rsidR="008A5169" w:rsidRPr="00C206EA" w:rsidRDefault="0050538C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</w:t>
      </w:r>
      <w:r w:rsidR="00E5004E">
        <w:rPr>
          <w:rFonts w:ascii="Arial" w:hAnsi="Arial"/>
          <w:b/>
        </w:rPr>
        <w:t>erialen en eigenschappen</w:t>
      </w:r>
    </w:p>
    <w:p w14:paraId="26659606" w14:textId="1E697A26" w:rsidR="005832D0" w:rsidRDefault="008A5169" w:rsidP="005832D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</w:t>
      </w:r>
      <w:r w:rsidR="0050538C">
        <w:rPr>
          <w:rFonts w:ascii="Arial" w:hAnsi="Arial"/>
          <w:b/>
          <w:u w:val="none"/>
        </w:rPr>
        <w:t>at</w:t>
      </w:r>
      <w:r w:rsidR="00E5004E">
        <w:rPr>
          <w:rFonts w:ascii="Arial" w:hAnsi="Arial"/>
          <w:b/>
          <w:u w:val="none"/>
        </w:rPr>
        <w:t>erialen</w:t>
      </w:r>
    </w:p>
    <w:p w14:paraId="22392059" w14:textId="2B50059E" w:rsidR="00245C9D" w:rsidRPr="00245C9D" w:rsidRDefault="00326B6C" w:rsidP="00245C9D">
      <w:r>
        <w:t>Brandklei</w:t>
      </w:r>
    </w:p>
    <w:p w14:paraId="049ACAB5" w14:textId="48CBAC05" w:rsidR="0050538C" w:rsidRDefault="005832D0" w:rsidP="0050538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 w:rsidRPr="005832D0">
        <w:rPr>
          <w:rStyle w:val="tw4winMark"/>
          <w:rFonts w:ascii="Arial" w:hAnsi="Arial" w:cs="Arial"/>
          <w:szCs w:val="24"/>
          <w:lang w:val="fr-FR"/>
        </w:rPr>
        <w:t>{0&gt;</w:t>
      </w:r>
      <w:bookmarkStart w:id="0" w:name="_Hlk37149002"/>
      <w:r w:rsidR="00326B6C">
        <w:rPr>
          <w:rFonts w:ascii="Arial" w:hAnsi="Arial"/>
          <w:b/>
          <w:u w:val="none"/>
        </w:rPr>
        <w:t>Eigenschappen</w:t>
      </w:r>
    </w:p>
    <w:p w14:paraId="415F2319" w14:textId="77777777" w:rsidR="0091709E" w:rsidRDefault="0091709E" w:rsidP="0091709E"/>
    <w:p w14:paraId="79D24966" w14:textId="207E99F3" w:rsidR="0091709E" w:rsidRDefault="00326B6C" w:rsidP="0091709E">
      <w:r>
        <w:t>Kleur:</w:t>
      </w:r>
      <w:r>
        <w:tab/>
      </w:r>
      <w:r>
        <w:tab/>
        <w:t>wit</w:t>
      </w:r>
    </w:p>
    <w:p w14:paraId="1356CDA9" w14:textId="433F2222" w:rsidR="0091709E" w:rsidRDefault="0091709E" w:rsidP="0091709E">
      <w:r>
        <w:t>L</w:t>
      </w:r>
      <w:r w:rsidR="00326B6C">
        <w:t>engte</w:t>
      </w:r>
      <w:r>
        <w:t xml:space="preserve">: </w:t>
      </w:r>
      <w:r w:rsidR="00326B6C">
        <w:tab/>
      </w:r>
      <w:r>
        <w:t>50 cm</w:t>
      </w:r>
    </w:p>
    <w:p w14:paraId="041C8CC3" w14:textId="48DAE0CB" w:rsidR="0091709E" w:rsidRDefault="00326B6C" w:rsidP="0091709E">
      <w:r>
        <w:t>Diepte</w:t>
      </w:r>
      <w:r w:rsidR="0091709E">
        <w:t xml:space="preserve">: </w:t>
      </w:r>
      <w:r w:rsidR="00294196">
        <w:tab/>
      </w:r>
      <w:r w:rsidR="0091709E">
        <w:t>39 cm</w:t>
      </w:r>
    </w:p>
    <w:p w14:paraId="5650C970" w14:textId="0D27A41C" w:rsidR="0091709E" w:rsidRPr="0091709E" w:rsidRDefault="0091709E" w:rsidP="0091709E">
      <w:r>
        <w:t>H</w:t>
      </w:r>
      <w:r w:rsidR="00294196">
        <w:t>oogte</w:t>
      </w:r>
      <w:r>
        <w:t>:</w:t>
      </w:r>
      <w:r w:rsidR="00294196">
        <w:tab/>
      </w:r>
      <w:r>
        <w:t>33.5 cm</w:t>
      </w:r>
    </w:p>
    <w:p w14:paraId="744CBB28" w14:textId="77777777" w:rsidR="0091709E" w:rsidRPr="0091709E" w:rsidRDefault="0091709E" w:rsidP="0091709E">
      <w:r>
        <w:rPr>
          <w:rStyle w:val="tw4winMark"/>
          <w:rFonts w:ascii="Arial" w:hAnsi="Arial" w:cs="Arial"/>
          <w:szCs w:val="24"/>
          <w:u w:val="single"/>
          <w:lang w:val="fr-FR"/>
        </w:rPr>
        <w:t>Couleru</w:t>
      </w:r>
    </w:p>
    <w:bookmarkEnd w:id="0"/>
    <w:p w14:paraId="3EB4D5D5" w14:textId="2ED7EE60" w:rsidR="00586B18" w:rsidRDefault="00C06F15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3A7C2039" w14:textId="665CB981" w:rsidR="00312E59" w:rsidRPr="00CA467B" w:rsidRDefault="00C06F15" w:rsidP="00312E59">
      <w:pPr>
        <w:rPr>
          <w:lang w:val="fr-BE"/>
        </w:rPr>
      </w:pPr>
      <w:proofErr w:type="spellStart"/>
      <w:r>
        <w:rPr>
          <w:lang w:val="fr-BE"/>
        </w:rPr>
        <w:t>Bevestiging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dmv</w:t>
      </w:r>
      <w:proofErr w:type="spellEnd"/>
      <w:r>
        <w:rPr>
          <w:lang w:val="fr-BE"/>
        </w:rPr>
        <w:t xml:space="preserve"> 2 </w:t>
      </w:r>
      <w:proofErr w:type="spellStart"/>
      <w:r>
        <w:rPr>
          <w:lang w:val="fr-BE"/>
        </w:rPr>
        <w:t>ophanghaken</w:t>
      </w:r>
      <w:proofErr w:type="spellEnd"/>
      <w:r>
        <w:rPr>
          <w:lang w:val="fr-BE"/>
        </w:rPr>
        <w:t xml:space="preserve"> (niet </w:t>
      </w:r>
      <w:proofErr w:type="spellStart"/>
      <w:r>
        <w:rPr>
          <w:lang w:val="fr-BE"/>
        </w:rPr>
        <w:t>meegeleverd</w:t>
      </w:r>
      <w:proofErr w:type="spellEnd"/>
      <w:r>
        <w:rPr>
          <w:lang w:val="fr-BE"/>
        </w:rPr>
        <w:t>)</w:t>
      </w:r>
    </w:p>
    <w:p w14:paraId="46ED0E5D" w14:textId="77777777" w:rsidR="00312E59" w:rsidRPr="00CA467B" w:rsidRDefault="00312E59" w:rsidP="00312E59">
      <w:pPr>
        <w:rPr>
          <w:lang w:val="fr-BE"/>
        </w:rPr>
      </w:pPr>
    </w:p>
    <w:p w14:paraId="0F4CCF98" w14:textId="77777777" w:rsidR="00312E59" w:rsidRPr="00CA467B" w:rsidRDefault="00312E59" w:rsidP="00312E59">
      <w:pPr>
        <w:rPr>
          <w:lang w:val="fr-BE"/>
        </w:rPr>
      </w:pPr>
    </w:p>
    <w:p w14:paraId="10C4AA7A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3CCBCE5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0778E55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59C375C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5048E27" w14:textId="77777777" w:rsidR="00DD0E11" w:rsidRDefault="00DD0E1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ACE3DD1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052657FE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2B0A4F77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59757CE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5A104FED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3ED72BFC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5FBF4A2C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88D5BD7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7209297C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48966D7" w14:textId="4CD4D7F4" w:rsidR="00586B18" w:rsidRDefault="00E5004E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063B3C6C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2989A772" w14:textId="57C61A39" w:rsidR="008A5169" w:rsidRDefault="00E5004E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5E8EE13" wp14:editId="731278E3">
            <wp:extent cx="5977255" cy="4817745"/>
            <wp:effectExtent l="0" t="0" r="4445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817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02999" w14:textId="77777777" w:rsidR="00884591" w:rsidRDefault="00884591">
      <w:r>
        <w:separator/>
      </w:r>
    </w:p>
  </w:endnote>
  <w:endnote w:type="continuationSeparator" w:id="0">
    <w:p w14:paraId="40588143" w14:textId="77777777" w:rsidR="00884591" w:rsidRDefault="00884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4376F040" w14:textId="77777777">
      <w:tc>
        <w:tcPr>
          <w:tcW w:w="3392" w:type="dxa"/>
        </w:tcPr>
        <w:p w14:paraId="19ECBBF3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9F3221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6F7054ED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44EB8D4F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9FBFF" w14:textId="77777777" w:rsidR="00884591" w:rsidRDefault="00884591">
      <w:r>
        <w:separator/>
      </w:r>
    </w:p>
  </w:footnote>
  <w:footnote w:type="continuationSeparator" w:id="0">
    <w:p w14:paraId="71454AB6" w14:textId="77777777" w:rsidR="00884591" w:rsidRDefault="00884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8CB38" w14:textId="4F8C634A" w:rsidR="00E5004E" w:rsidRDefault="00E5004E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7C9E5B3" wp14:editId="777DD95E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1501B8" w14:textId="16E56D98" w:rsidR="00025544" w:rsidRPr="00CA467B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CA467B">
      <w:rPr>
        <w:rFonts w:ascii="Arial" w:hAnsi="Arial" w:cs="Arial"/>
        <w:b/>
        <w:szCs w:val="24"/>
        <w:lang w:val="fr-BE"/>
      </w:rPr>
      <w:t>Geberit</w:t>
    </w:r>
    <w:proofErr w:type="spellEnd"/>
    <w:r w:rsidR="009460A8">
      <w:rPr>
        <w:rFonts w:ascii="Arial" w:hAnsi="Arial" w:cs="Arial"/>
        <w:b/>
        <w:szCs w:val="24"/>
        <w:lang w:val="fr-BE"/>
      </w:rPr>
      <w:t xml:space="preserve"> </w:t>
    </w:r>
    <w:r w:rsidR="00245C9D">
      <w:rPr>
        <w:rFonts w:ascii="Arial" w:hAnsi="Arial" w:cs="Arial"/>
        <w:b/>
        <w:szCs w:val="24"/>
        <w:lang w:val="fr-BE"/>
      </w:rPr>
      <w:t xml:space="preserve">300 </w:t>
    </w:r>
    <w:r w:rsidR="00E5004E">
      <w:rPr>
        <w:rFonts w:ascii="Arial" w:hAnsi="Arial" w:cs="Arial"/>
        <w:b/>
        <w:szCs w:val="24"/>
        <w:lang w:val="fr-BE"/>
      </w:rPr>
      <w:t xml:space="preserve">Basic Norma </w:t>
    </w:r>
    <w:proofErr w:type="spellStart"/>
    <w:r w:rsidR="00E5004E">
      <w:rPr>
        <w:rFonts w:ascii="Arial" w:hAnsi="Arial" w:cs="Arial"/>
        <w:b/>
        <w:szCs w:val="24"/>
        <w:lang w:val="fr-BE"/>
      </w:rPr>
      <w:t>uitgietbak</w:t>
    </w:r>
    <w:proofErr w:type="spellEnd"/>
    <w:r w:rsidR="00E5004E">
      <w:rPr>
        <w:rFonts w:ascii="Arial" w:hAnsi="Arial" w:cs="Arial"/>
        <w:b/>
        <w:szCs w:val="24"/>
        <w:lang w:val="fr-BE"/>
      </w:rPr>
      <w:t xml:space="preserve"> met </w:t>
    </w:r>
    <w:proofErr w:type="spellStart"/>
    <w:r w:rsidR="00E5004E">
      <w:rPr>
        <w:rFonts w:ascii="Arial" w:hAnsi="Arial" w:cs="Arial"/>
        <w:b/>
        <w:szCs w:val="24"/>
        <w:lang w:val="fr-BE"/>
      </w:rPr>
      <w:t>overloop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557201874">
    <w:abstractNumId w:val="18"/>
  </w:num>
  <w:num w:numId="2" w16cid:durableId="830414931">
    <w:abstractNumId w:val="24"/>
  </w:num>
  <w:num w:numId="3" w16cid:durableId="991255831">
    <w:abstractNumId w:val="4"/>
  </w:num>
  <w:num w:numId="4" w16cid:durableId="6716132">
    <w:abstractNumId w:val="3"/>
  </w:num>
  <w:num w:numId="5" w16cid:durableId="2045903958">
    <w:abstractNumId w:val="14"/>
  </w:num>
  <w:num w:numId="6" w16cid:durableId="1739938505">
    <w:abstractNumId w:val="16"/>
  </w:num>
  <w:num w:numId="7" w16cid:durableId="1402950699">
    <w:abstractNumId w:val="6"/>
  </w:num>
  <w:num w:numId="8" w16cid:durableId="377973542">
    <w:abstractNumId w:val="21"/>
  </w:num>
  <w:num w:numId="9" w16cid:durableId="313802858">
    <w:abstractNumId w:val="27"/>
  </w:num>
  <w:num w:numId="10" w16cid:durableId="858397589">
    <w:abstractNumId w:val="2"/>
  </w:num>
  <w:num w:numId="11" w16cid:durableId="438263746">
    <w:abstractNumId w:val="13"/>
  </w:num>
  <w:num w:numId="12" w16cid:durableId="999580816">
    <w:abstractNumId w:val="12"/>
  </w:num>
  <w:num w:numId="13" w16cid:durableId="23596742">
    <w:abstractNumId w:val="26"/>
  </w:num>
  <w:num w:numId="14" w16cid:durableId="2006663574">
    <w:abstractNumId w:val="8"/>
  </w:num>
  <w:num w:numId="15" w16cid:durableId="966857517">
    <w:abstractNumId w:val="0"/>
  </w:num>
  <w:num w:numId="16" w16cid:durableId="418644661">
    <w:abstractNumId w:val="11"/>
  </w:num>
  <w:num w:numId="17" w16cid:durableId="131365206">
    <w:abstractNumId w:val="5"/>
  </w:num>
  <w:num w:numId="18" w16cid:durableId="1234896432">
    <w:abstractNumId w:val="22"/>
  </w:num>
  <w:num w:numId="19" w16cid:durableId="1211071234">
    <w:abstractNumId w:val="23"/>
  </w:num>
  <w:num w:numId="20" w16cid:durableId="1035498715">
    <w:abstractNumId w:val="20"/>
  </w:num>
  <w:num w:numId="21" w16cid:durableId="2142569953">
    <w:abstractNumId w:val="19"/>
  </w:num>
  <w:num w:numId="22" w16cid:durableId="2137946747">
    <w:abstractNumId w:val="15"/>
  </w:num>
  <w:num w:numId="23" w16cid:durableId="926116550">
    <w:abstractNumId w:val="25"/>
  </w:num>
  <w:num w:numId="24" w16cid:durableId="978536733">
    <w:abstractNumId w:val="9"/>
  </w:num>
  <w:num w:numId="25" w16cid:durableId="714084607">
    <w:abstractNumId w:val="10"/>
  </w:num>
  <w:num w:numId="26" w16cid:durableId="1258752409">
    <w:abstractNumId w:val="1"/>
  </w:num>
  <w:num w:numId="27" w16cid:durableId="442850369">
    <w:abstractNumId w:val="17"/>
  </w:num>
  <w:num w:numId="28" w16cid:durableId="126530869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1A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677F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5C9D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196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12E59"/>
    <w:rsid w:val="00313ED7"/>
    <w:rsid w:val="00323382"/>
    <w:rsid w:val="003242F8"/>
    <w:rsid w:val="00326B6C"/>
    <w:rsid w:val="00327981"/>
    <w:rsid w:val="00332202"/>
    <w:rsid w:val="00334CFD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22BB"/>
    <w:rsid w:val="003F34B4"/>
    <w:rsid w:val="003F4D6F"/>
    <w:rsid w:val="0041232B"/>
    <w:rsid w:val="00412A49"/>
    <w:rsid w:val="00415341"/>
    <w:rsid w:val="004164C8"/>
    <w:rsid w:val="00416879"/>
    <w:rsid w:val="00417301"/>
    <w:rsid w:val="00423D65"/>
    <w:rsid w:val="00425F16"/>
    <w:rsid w:val="00430F34"/>
    <w:rsid w:val="0043544C"/>
    <w:rsid w:val="00440CA1"/>
    <w:rsid w:val="00447003"/>
    <w:rsid w:val="004474FA"/>
    <w:rsid w:val="00452B5C"/>
    <w:rsid w:val="00452E0B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C41F4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0538C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32D0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484D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4E4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7445"/>
    <w:rsid w:val="006832E6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5214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3AD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1029"/>
    <w:rsid w:val="00832A37"/>
    <w:rsid w:val="0084256E"/>
    <w:rsid w:val="00842AED"/>
    <w:rsid w:val="00844AC2"/>
    <w:rsid w:val="00860028"/>
    <w:rsid w:val="00861264"/>
    <w:rsid w:val="008629EC"/>
    <w:rsid w:val="00866932"/>
    <w:rsid w:val="00875129"/>
    <w:rsid w:val="00882212"/>
    <w:rsid w:val="008838BE"/>
    <w:rsid w:val="00884591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125D"/>
    <w:rsid w:val="00902718"/>
    <w:rsid w:val="0090283D"/>
    <w:rsid w:val="0090294B"/>
    <w:rsid w:val="0091479D"/>
    <w:rsid w:val="0091709E"/>
    <w:rsid w:val="00923A7F"/>
    <w:rsid w:val="00924A9D"/>
    <w:rsid w:val="00931949"/>
    <w:rsid w:val="009336C3"/>
    <w:rsid w:val="009341BA"/>
    <w:rsid w:val="009365DB"/>
    <w:rsid w:val="00936883"/>
    <w:rsid w:val="0094033B"/>
    <w:rsid w:val="00940ACD"/>
    <w:rsid w:val="00943315"/>
    <w:rsid w:val="00944646"/>
    <w:rsid w:val="009460A8"/>
    <w:rsid w:val="0094611A"/>
    <w:rsid w:val="009468B8"/>
    <w:rsid w:val="00946DC9"/>
    <w:rsid w:val="009622DE"/>
    <w:rsid w:val="009667D8"/>
    <w:rsid w:val="0097130D"/>
    <w:rsid w:val="009718C7"/>
    <w:rsid w:val="00972933"/>
    <w:rsid w:val="00976DAC"/>
    <w:rsid w:val="009838D8"/>
    <w:rsid w:val="00984711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3C33"/>
    <w:rsid w:val="009E52FC"/>
    <w:rsid w:val="009E6743"/>
    <w:rsid w:val="009F0F4E"/>
    <w:rsid w:val="009F3A2E"/>
    <w:rsid w:val="009F74ED"/>
    <w:rsid w:val="00A046D1"/>
    <w:rsid w:val="00A20762"/>
    <w:rsid w:val="00A2142F"/>
    <w:rsid w:val="00A21F81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1E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2345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06F15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467B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3C46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04E"/>
    <w:rsid w:val="00E500DF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7E4A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DDCB53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5832D0"/>
    <w:rPr>
      <w:rFonts w:ascii="Courier New" w:hAnsi="Courier New"/>
      <w:vanish/>
      <w:color w:val="800080"/>
      <w:sz w:val="24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5F6BB2-F965-4B16-892E-EDEE37C53D38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E4AD6D9-FF12-4F7F-9343-16E6B656D2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C6CC65-91E7-4BB4-933E-A3A76DE034C0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287</TotalTime>
  <Pages>2</Pages>
  <Words>87</Words>
  <Characters>537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19</cp:revision>
  <cp:lastPrinted>2011-12-15T11:14:00Z</cp:lastPrinted>
  <dcterms:created xsi:type="dcterms:W3CDTF">2020-04-08T13:37:00Z</dcterms:created>
  <dcterms:modified xsi:type="dcterms:W3CDTF">2023-12-05T13:59:00Z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441500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